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18D13" w14:textId="0E3EE1C3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36266">
        <w:rPr>
          <w:rFonts w:asciiTheme="majorHAnsi" w:eastAsia="Times New Roman" w:hAnsiTheme="majorHAnsi" w:cs="Times New Roman"/>
          <w:lang w:eastAsia="cs-CZ"/>
        </w:rPr>
        <w:t>6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236266">
        <w:rPr>
          <w:rFonts w:asciiTheme="majorHAnsi" w:eastAsia="Times New Roman" w:hAnsiTheme="majorHAnsi" w:cs="Times New Roman"/>
          <w:lang w:eastAsia="cs-CZ"/>
        </w:rPr>
        <w:t>Smlouvy</w:t>
      </w:r>
      <w:bookmarkStart w:id="0" w:name="_GoBack"/>
      <w:bookmarkEnd w:id="0"/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57D670F" w:rsidR="00DD29C3" w:rsidRPr="001B629E" w:rsidRDefault="00EF419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746805F9" w:rsidR="00DD29C3" w:rsidRPr="001B629E" w:rsidRDefault="00EF4199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C7CD240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F4199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3AC8CA5D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074AD8A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5CF7E12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90C6BC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67FA47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72E3E27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3626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3626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CC89A5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664274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36266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74C3"/>
    <w:rsid w:val="008524E8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556D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556D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84A74-C012-4783-9DB9-D63F16B77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29BEEED-AE38-4958-83AB-85B9DE947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3</cp:revision>
  <cp:lastPrinted>2017-11-28T17:18:00Z</cp:lastPrinted>
  <dcterms:created xsi:type="dcterms:W3CDTF">2024-04-23T12:23:00Z</dcterms:created>
  <dcterms:modified xsi:type="dcterms:W3CDTF">2024-04-23T12:24:00Z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